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4110"/>
      </w:tblGrid>
      <w:tr w:rsidR="006216F9">
        <w:tc>
          <w:tcPr>
            <w:tcW w:w="5457" w:type="dxa"/>
          </w:tcPr>
          <w:p w:rsidR="006216F9" w:rsidRDefault="006216F9">
            <w:pPr>
              <w:pStyle w:val="Kopfzeile"/>
              <w:tabs>
                <w:tab w:val="clear" w:pos="4536"/>
                <w:tab w:val="clear" w:pos="9072"/>
              </w:tabs>
            </w:pPr>
          </w:p>
          <w:p w:rsidR="006216F9" w:rsidRDefault="00D0077C">
            <w:r>
              <w:rPr>
                <w:noProof/>
              </w:rPr>
              <w:t>Monika Berger</w:t>
            </w:r>
          </w:p>
          <w:p w:rsidR="006216F9" w:rsidRDefault="006216F9"/>
          <w:p w:rsidR="006216F9" w:rsidRDefault="00D0077C">
            <w:r>
              <w:rPr>
                <w:noProof/>
              </w:rPr>
              <w:t>Bahnhofstr. 1</w:t>
            </w:r>
          </w:p>
          <w:p w:rsidR="006216F9" w:rsidRDefault="006216F9"/>
          <w:p w:rsidR="006216F9" w:rsidRDefault="00D0077C">
            <w:r>
              <w:rPr>
                <w:noProof/>
              </w:rPr>
              <w:t>80013</w:t>
            </w:r>
            <w:r w:rsidR="006216F9">
              <w:t xml:space="preserve"> </w:t>
            </w:r>
            <w:r>
              <w:rPr>
                <w:noProof/>
              </w:rPr>
              <w:t>München</w:t>
            </w:r>
          </w:p>
        </w:tc>
        <w:tc>
          <w:tcPr>
            <w:tcW w:w="4110" w:type="dxa"/>
          </w:tcPr>
          <w:p w:rsidR="006216F9" w:rsidRDefault="008D5AA3"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216F9">
              <w:t xml:space="preserve">Musterhausen den </w:t>
            </w:r>
            <w:r w:rsidR="00D0077C">
              <w:rPr>
                <w:noProof/>
              </w:rPr>
              <w:t>24.10.2012</w:t>
            </w:r>
          </w:p>
          <w:p w:rsidR="006216F9" w:rsidRDefault="006216F9">
            <w:pPr>
              <w:tabs>
                <w:tab w:val="left" w:pos="780"/>
              </w:tabs>
            </w:pPr>
          </w:p>
          <w:p w:rsidR="006216F9" w:rsidRDefault="00D0077C">
            <w:pPr>
              <w:tabs>
                <w:tab w:val="left" w:pos="780"/>
              </w:tabs>
              <w:rPr>
                <w:b/>
              </w:rPr>
            </w:pPr>
            <w:r>
              <w:rPr>
                <w:b/>
                <w:noProof/>
              </w:rPr>
              <w:t>Günther Glogger</w:t>
            </w:r>
          </w:p>
          <w:p w:rsidR="006216F9" w:rsidRDefault="006216F9">
            <w:pPr>
              <w:tabs>
                <w:tab w:val="left" w:pos="780"/>
              </w:tabs>
              <w:rPr>
                <w:lang w:val="it-IT"/>
              </w:rPr>
            </w:pPr>
            <w:r>
              <w:rPr>
                <w:lang w:val="it-IT"/>
              </w:rPr>
              <w:t xml:space="preserve">Telefon   </w:t>
            </w:r>
            <w:r w:rsidR="00D0077C">
              <w:rPr>
                <w:noProof/>
                <w:lang w:val="it-IT"/>
              </w:rPr>
              <w:t>01234/5687/25</w:t>
            </w:r>
          </w:p>
          <w:p w:rsidR="006216F9" w:rsidRDefault="006216F9">
            <w:pPr>
              <w:tabs>
                <w:tab w:val="left" w:pos="780"/>
              </w:tabs>
              <w:rPr>
                <w:lang w:val="it-IT"/>
              </w:rPr>
            </w:pPr>
            <w:r>
              <w:rPr>
                <w:lang w:val="it-IT"/>
              </w:rPr>
              <w:t xml:space="preserve">Telefax   </w:t>
            </w:r>
          </w:p>
          <w:p w:rsidR="006216F9" w:rsidRDefault="00D0077C">
            <w:r>
              <w:rPr>
                <w:noProof/>
              </w:rPr>
              <w:t>guenther.glogger@makler.de</w:t>
            </w:r>
          </w:p>
        </w:tc>
      </w:tr>
    </w:tbl>
    <w:p w:rsidR="006216F9" w:rsidRDefault="006216F9">
      <w:pPr>
        <w:pStyle w:val="Betreff"/>
        <w:spacing w:before="0"/>
        <w:rPr>
          <w:sz w:val="16"/>
        </w:rPr>
      </w:pPr>
    </w:p>
    <w:p w:rsidR="006216F9" w:rsidRDefault="006216F9">
      <w:pPr>
        <w:pStyle w:val="Betreff"/>
        <w:spacing w:before="0"/>
        <w:rPr>
          <w:sz w:val="16"/>
        </w:rPr>
      </w:pPr>
      <w:r>
        <w:rPr>
          <w:sz w:val="16"/>
        </w:rPr>
        <w:t>Bitte haben Sie Verständnis für dieses kurze Schreiben. Wir haben diese Form gewählt, um die Korrespondenz schnell zu erl</w:t>
      </w:r>
      <w:r>
        <w:rPr>
          <w:sz w:val="16"/>
        </w:rPr>
        <w:t>e</w:t>
      </w:r>
      <w:r>
        <w:rPr>
          <w:sz w:val="16"/>
        </w:rPr>
        <w:t>digen.</w:t>
      </w:r>
    </w:p>
    <w:p w:rsidR="006216F9" w:rsidRDefault="006216F9">
      <w:pPr>
        <w:tabs>
          <w:tab w:val="left" w:pos="4536"/>
        </w:tabs>
        <w:spacing w:line="360" w:lineRule="auto"/>
      </w:pPr>
      <w:r>
        <w:t>Anbei erhalten Sie:</w:t>
      </w:r>
      <w:r>
        <w:tab/>
        <w:t>Mit der Bitte um:</w:t>
      </w:r>
    </w:p>
    <w:p w:rsidR="006216F9" w:rsidRDefault="006216F9">
      <w:pPr>
        <w:pStyle w:val="Kopfzeile"/>
        <w:tabs>
          <w:tab w:val="clear" w:pos="9072"/>
          <w:tab w:val="left" w:pos="4536"/>
        </w:tabs>
        <w:spacing w:line="360" w:lineRule="auto"/>
      </w:pPr>
    </w:p>
    <w:p w:rsidR="006216F9" w:rsidRDefault="006216F9">
      <w:pPr>
        <w:tabs>
          <w:tab w:val="left" w:pos="4536"/>
        </w:tabs>
        <w:spacing w:line="360" w:lineRule="auto"/>
      </w:pPr>
      <w:r>
        <w:t>( ) Schadenanzeige</w:t>
      </w:r>
      <w:r>
        <w:tab/>
        <w:t>( ) Ihren Rückruf</w:t>
      </w:r>
    </w:p>
    <w:p w:rsidR="006216F9" w:rsidRDefault="006216F9">
      <w:pPr>
        <w:tabs>
          <w:tab w:val="left" w:pos="4536"/>
        </w:tabs>
        <w:spacing w:line="360" w:lineRule="auto"/>
      </w:pPr>
      <w:r>
        <w:t>( ) Vorgang wie besprochen</w:t>
      </w:r>
      <w:r>
        <w:tab/>
        <w:t>( ) Kenntnisnahme und Verbleib</w:t>
      </w:r>
    </w:p>
    <w:p w:rsidR="006216F9" w:rsidRDefault="006216F9">
      <w:pPr>
        <w:tabs>
          <w:tab w:val="left" w:pos="4536"/>
        </w:tabs>
        <w:spacing w:line="360" w:lineRule="auto"/>
      </w:pPr>
      <w:r>
        <w:t>( ) Briefkopien</w:t>
      </w:r>
      <w:r>
        <w:tab/>
        <w:t>( ) Policierung</w:t>
      </w:r>
    </w:p>
    <w:p w:rsidR="006216F9" w:rsidRDefault="006216F9">
      <w:pPr>
        <w:tabs>
          <w:tab w:val="left" w:pos="4536"/>
        </w:tabs>
        <w:spacing w:line="360" w:lineRule="auto"/>
      </w:pPr>
      <w:r>
        <w:t>( ) zusätzliche Erklärung</w:t>
      </w:r>
      <w:r>
        <w:tab/>
        <w:t>( ) Bearbeitung</w:t>
      </w:r>
    </w:p>
    <w:p w:rsidR="006216F9" w:rsidRDefault="006216F9">
      <w:pPr>
        <w:tabs>
          <w:tab w:val="left" w:pos="4536"/>
        </w:tabs>
        <w:spacing w:line="360" w:lineRule="auto"/>
      </w:pPr>
      <w:r>
        <w:t>( ) Doppelkarte</w:t>
      </w:r>
      <w:r>
        <w:tab/>
        <w:t>( ) Ergänzung und Rücksendung</w:t>
      </w:r>
    </w:p>
    <w:p w:rsidR="006216F9" w:rsidRDefault="006216F9">
      <w:pPr>
        <w:tabs>
          <w:tab w:val="left" w:pos="4536"/>
        </w:tabs>
        <w:spacing w:line="360" w:lineRule="auto"/>
      </w:pPr>
      <w:r>
        <w:t>( ) Intern. Versicherungskarte</w:t>
      </w:r>
      <w:r>
        <w:tab/>
        <w:t>( ) Unterschrift und Rücksendung an uns</w:t>
      </w:r>
    </w:p>
    <w:p w:rsidR="006216F9" w:rsidRDefault="006216F9">
      <w:pPr>
        <w:tabs>
          <w:tab w:val="left" w:pos="4536"/>
        </w:tabs>
        <w:spacing w:line="360" w:lineRule="auto"/>
      </w:pPr>
      <w:r>
        <w:t>( ) Maklervertrag</w:t>
      </w:r>
      <w:r>
        <w:tab/>
        <w:t>( ) Unterschrift und Sendung an den Versicherer</w:t>
      </w:r>
    </w:p>
    <w:p w:rsidR="006216F9" w:rsidRDefault="006216F9">
      <w:pPr>
        <w:tabs>
          <w:tab w:val="left" w:pos="4536"/>
        </w:tabs>
        <w:spacing w:line="360" w:lineRule="auto"/>
      </w:pPr>
      <w:r>
        <w:t>( ) Antragskopie(n)</w:t>
      </w:r>
    </w:p>
    <w:p w:rsidR="006216F9" w:rsidRDefault="006216F9">
      <w:pPr>
        <w:tabs>
          <w:tab w:val="left" w:pos="4536"/>
        </w:tabs>
        <w:spacing w:line="360" w:lineRule="auto"/>
      </w:pPr>
      <w:r>
        <w:t>( ) Unterlagen zur Pensionskasse</w:t>
      </w:r>
      <w:r>
        <w:tab/>
        <w:t xml:space="preserve">( ) Stellungnahme zum Schreiben vom </w:t>
      </w:r>
    </w:p>
    <w:p w:rsidR="006216F9" w:rsidRDefault="006216F9">
      <w:pPr>
        <w:tabs>
          <w:tab w:val="left" w:pos="4536"/>
        </w:tabs>
      </w:pPr>
    </w:p>
    <w:p w:rsidR="006216F9" w:rsidRDefault="006216F9">
      <w:pPr>
        <w:pStyle w:val="Gru"/>
      </w:pPr>
      <w:r>
        <w:t>Mit freundlichen Grüßen</w:t>
      </w:r>
    </w:p>
    <w:p w:rsidR="006216F9" w:rsidRDefault="006216F9">
      <w:pPr>
        <w:pStyle w:val="Gru"/>
        <w:sectPr w:rsidR="006216F9" w:rsidSect="006216F9">
          <w:headerReference w:type="default" r:id="rId7"/>
          <w:headerReference w:type="first" r:id="rId8"/>
          <w:pgSz w:w="11907" w:h="16840" w:code="9"/>
          <w:pgMar w:top="2948" w:right="1021" w:bottom="1701" w:left="1134" w:header="1134" w:footer="777" w:gutter="0"/>
          <w:paperSrc w:first="1" w:other="1"/>
          <w:pgNumType w:start="1"/>
          <w:cols w:space="720"/>
          <w:titlePg/>
        </w:sectPr>
      </w:pPr>
      <w:r>
        <w:t xml:space="preserve">i.A. </w:t>
      </w:r>
      <w:r w:rsidR="00D0077C">
        <w:rPr>
          <w:noProof/>
        </w:rPr>
        <w:t>Günther Glogger</w:t>
      </w:r>
    </w:p>
    <w:p w:rsidR="006216F9" w:rsidRDefault="006216F9">
      <w:pPr>
        <w:pStyle w:val="Gru"/>
      </w:pPr>
    </w:p>
    <w:sectPr w:rsidR="006216F9" w:rsidSect="006216F9">
      <w:headerReference w:type="default" r:id="rId9"/>
      <w:headerReference w:type="first" r:id="rId10"/>
      <w:type w:val="continuous"/>
      <w:pgSz w:w="11907" w:h="16840" w:code="9"/>
      <w:pgMar w:top="2948" w:right="1021" w:bottom="1701" w:left="1134" w:header="1134" w:footer="777" w:gutter="0"/>
      <w:paperSrc w:first="1" w:other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F85" w:rsidRDefault="00E15F85">
      <w:r>
        <w:separator/>
      </w:r>
    </w:p>
  </w:endnote>
  <w:endnote w:type="continuationSeparator" w:id="1">
    <w:p w:rsidR="00E15F85" w:rsidRDefault="00E1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F85" w:rsidRDefault="00E15F85">
      <w:r>
        <w:separator/>
      </w:r>
    </w:p>
  </w:footnote>
  <w:footnote w:type="continuationSeparator" w:id="1">
    <w:p w:rsidR="00E15F85" w:rsidRDefault="00E15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6F9" w:rsidRDefault="006216F9">
    <w:pPr>
      <w:pStyle w:val="Kopfzeile"/>
      <w:rPr>
        <w:sz w:val="20"/>
      </w:rPr>
    </w:pPr>
  </w:p>
  <w:p w:rsidR="006216F9" w:rsidRDefault="006216F9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 w:rsidR="00407251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 w:rsidR="00407251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 w:rsidR="00407251">
      <w:rPr>
        <w:rStyle w:val="Seitenzahl"/>
        <w:sz w:val="20"/>
      </w:rPr>
      <w:fldChar w:fldCharType="end"/>
    </w:r>
  </w:p>
  <w:p w:rsidR="006216F9" w:rsidRDefault="006216F9">
    <w:pPr>
      <w:pStyle w:val="Kopfzeile"/>
    </w:pPr>
    <w:r>
      <w:rPr>
        <w:rStyle w:val="Seitenzahl"/>
        <w:sz w:val="20"/>
      </w:rPr>
      <w:t xml:space="preserve">zum Schreiben vom </w:t>
    </w:r>
    <w:r w:rsidR="00407251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 w:rsidR="00407251">
      <w:rPr>
        <w:rStyle w:val="Seitenzahl"/>
        <w:sz w:val="20"/>
      </w:rPr>
      <w:fldChar w:fldCharType="separate"/>
    </w:r>
    <w:r w:rsidR="008D5AA3">
      <w:rPr>
        <w:rStyle w:val="Seitenzahl"/>
        <w:noProof/>
        <w:sz w:val="20"/>
      </w:rPr>
      <w:t>20.06.2013</w:t>
    </w:r>
    <w:r w:rsidR="00407251">
      <w:rPr>
        <w:rStyle w:val="Seitenzahl"/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6F9" w:rsidRDefault="00407251">
    <w:pPr>
      <w:pStyle w:val="Kopfzeile"/>
      <w:tabs>
        <w:tab w:val="clear" w:pos="4536"/>
        <w:tab w:val="clear" w:pos="9072"/>
        <w:tab w:val="left" w:pos="1340"/>
      </w:tabs>
      <w:rPr>
        <w:rFonts w:ascii="Arial Black" w:hAnsi="Arial Black"/>
        <w:b/>
        <w:bCs/>
        <w:sz w:val="80"/>
      </w:rPr>
    </w:pPr>
    <w:r w:rsidRPr="00407251">
      <w:rPr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1.35pt;margin-top:-20.5pt;width:234pt;height:51pt;z-index:251658240" strokeweight="1.5pt">
          <v:shadow color="#868686"/>
          <v:textpath style="font-family:&quot;Arial Black&quot;;font-weight:bold" trim="t" fitpath="t" string="KURZBRIE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5DF" w:rsidRDefault="00DB05DF">
    <w:pPr>
      <w:pStyle w:val="Kopfzeile"/>
      <w:rPr>
        <w:sz w:val="20"/>
      </w:rPr>
    </w:pPr>
  </w:p>
  <w:p w:rsidR="00DB05DF" w:rsidRDefault="00DB05DF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 w:rsidR="00407251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 w:rsidR="00407251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2</w:t>
    </w:r>
    <w:r w:rsidR="00407251">
      <w:rPr>
        <w:rStyle w:val="Seitenzahl"/>
        <w:sz w:val="20"/>
      </w:rPr>
      <w:fldChar w:fldCharType="end"/>
    </w:r>
  </w:p>
  <w:p w:rsidR="00DB05DF" w:rsidRDefault="00DB05DF">
    <w:pPr>
      <w:pStyle w:val="Kopfzeile"/>
    </w:pPr>
    <w:r>
      <w:rPr>
        <w:rStyle w:val="Seitenzahl"/>
        <w:sz w:val="20"/>
      </w:rPr>
      <w:t xml:space="preserve">zum Schreiben vom </w:t>
    </w:r>
    <w:r w:rsidR="00407251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 w:rsidR="00407251">
      <w:rPr>
        <w:rStyle w:val="Seitenzahl"/>
        <w:sz w:val="20"/>
      </w:rPr>
      <w:fldChar w:fldCharType="separate"/>
    </w:r>
    <w:r w:rsidR="008D5AA3">
      <w:rPr>
        <w:rStyle w:val="Seitenzahl"/>
        <w:noProof/>
        <w:sz w:val="20"/>
      </w:rPr>
      <w:t>20.06.2013</w:t>
    </w:r>
    <w:r w:rsidR="00407251">
      <w:rPr>
        <w:rStyle w:val="Seitenzahl"/>
        <w:sz w:val="20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5DF" w:rsidRDefault="00407251">
    <w:pPr>
      <w:pStyle w:val="Kopfzeile"/>
      <w:tabs>
        <w:tab w:val="clear" w:pos="4536"/>
        <w:tab w:val="clear" w:pos="9072"/>
        <w:tab w:val="left" w:pos="1340"/>
      </w:tabs>
      <w:rPr>
        <w:rFonts w:ascii="Arial Black" w:hAnsi="Arial Black"/>
        <w:b/>
        <w:bCs/>
        <w:sz w:val="80"/>
      </w:rPr>
    </w:pPr>
    <w:r w:rsidRPr="00407251">
      <w:rPr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1.35pt;margin-top:-20.5pt;width:234pt;height:51pt;z-index:251657216" strokeweight="1.5pt">
          <v:shadow color="#868686"/>
          <v:textpath style="font-family:&quot;Arial Black&quot;;font-weight:bold" trim="t" fitpath="t" string="KURZBRIE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displayBackgroundShape/>
  <w:embedSystemFonts/>
  <w:attachedTemplate r:id="rId1"/>
  <w:stylePaneFormatFilter w:val="3F01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&lt;&lt;datapath&gt;&gt;" w:val="c:\RK2Word\"/>
  </w:docVars>
  <w:rsids>
    <w:rsidRoot w:val="00D0077C"/>
    <w:rsid w:val="001F76E9"/>
    <w:rsid w:val="00407251"/>
    <w:rsid w:val="0052549B"/>
    <w:rsid w:val="006216F9"/>
    <w:rsid w:val="008D5AA3"/>
    <w:rsid w:val="00D0077C"/>
    <w:rsid w:val="00DB05DF"/>
    <w:rsid w:val="00DC608D"/>
    <w:rsid w:val="00E15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07251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0725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0725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07251"/>
  </w:style>
  <w:style w:type="character" w:styleId="Funotenzeichen">
    <w:name w:val="footnote reference"/>
    <w:basedOn w:val="Absatz-Standardschriftart"/>
    <w:semiHidden/>
    <w:rsid w:val="00407251"/>
    <w:rPr>
      <w:vertAlign w:val="superscript"/>
    </w:rPr>
  </w:style>
  <w:style w:type="paragraph" w:styleId="Funotentext">
    <w:name w:val="footnote text"/>
    <w:basedOn w:val="Standard"/>
    <w:semiHidden/>
    <w:rsid w:val="00407251"/>
    <w:rPr>
      <w:rFonts w:ascii="Century Gothic" w:hAnsi="Century Gothic"/>
      <w:sz w:val="20"/>
    </w:rPr>
  </w:style>
  <w:style w:type="paragraph" w:customStyle="1" w:styleId="Betreff">
    <w:name w:val="Betreff"/>
    <w:basedOn w:val="Standard"/>
    <w:next w:val="AnredeVN"/>
    <w:rsid w:val="00407251"/>
    <w:pPr>
      <w:spacing w:before="480" w:after="720"/>
    </w:pPr>
    <w:rPr>
      <w:b/>
    </w:rPr>
  </w:style>
  <w:style w:type="paragraph" w:customStyle="1" w:styleId="AnredeVN">
    <w:name w:val="AnredeVN"/>
    <w:basedOn w:val="Standard"/>
    <w:next w:val="Standard"/>
    <w:rsid w:val="00407251"/>
    <w:pPr>
      <w:spacing w:after="240"/>
    </w:pPr>
  </w:style>
  <w:style w:type="paragraph" w:customStyle="1" w:styleId="TextA">
    <w:name w:val="Text A"/>
    <w:basedOn w:val="Standard"/>
    <w:rsid w:val="00407251"/>
  </w:style>
  <w:style w:type="paragraph" w:customStyle="1" w:styleId="Gru">
    <w:name w:val="Gruß"/>
    <w:basedOn w:val="TextA"/>
    <w:rsid w:val="00407251"/>
    <w:pPr>
      <w:spacing w:before="480" w:after="720"/>
    </w:pPr>
  </w:style>
  <w:style w:type="character" w:styleId="Hyperlink">
    <w:name w:val="Hyperlink"/>
    <w:basedOn w:val="Absatz-Standardschriftart"/>
    <w:rsid w:val="004072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ULTIMATE_STICK\BIN\DOT\GB000053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GB000053.dot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Kurzbrief an VN ATM</vt:lpstr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Kurzbrief an VN ATM</dc:title>
  <dc:creator>Glogger</dc:creator>
  <cp:lastModifiedBy>admin</cp:lastModifiedBy>
  <cp:revision>2</cp:revision>
  <cp:lastPrinted>2002-06-03T14:44:00Z</cp:lastPrinted>
  <dcterms:created xsi:type="dcterms:W3CDTF">2013-06-20T14:01:00Z</dcterms:created>
  <dcterms:modified xsi:type="dcterms:W3CDTF">2013-06-20T14:01:00Z</dcterms:modified>
</cp:coreProperties>
</file>