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4110"/>
      </w:tblGrid>
      <w:tr w:rsidR="00782FF7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782FF7" w:rsidRDefault="00782FF7">
            <w:pPr>
              <w:jc w:val="both"/>
            </w:pPr>
          </w:p>
          <w:p w:rsidR="00782FF7" w:rsidRDefault="00730677">
            <w:pPr>
              <w:jc w:val="both"/>
            </w:pPr>
            <w:r>
              <w:rPr>
                <w:noProof/>
              </w:rPr>
              <w:t>Prof. Dr. Heinz Melzer</w:t>
            </w:r>
          </w:p>
          <w:p w:rsidR="00782FF7" w:rsidRDefault="00730677">
            <w:pPr>
              <w:jc w:val="both"/>
            </w:pPr>
            <w:r>
              <w:rPr>
                <w:noProof/>
              </w:rPr>
              <w:t>Dipolm-Psychologe</w:t>
            </w:r>
          </w:p>
          <w:p w:rsidR="00782FF7" w:rsidRDefault="00730677">
            <w:pPr>
              <w:jc w:val="both"/>
            </w:pPr>
            <w:r>
              <w:rPr>
                <w:noProof/>
              </w:rPr>
              <w:t>Am Siegerstor</w:t>
            </w:r>
          </w:p>
          <w:p w:rsidR="00782FF7" w:rsidRDefault="00782FF7">
            <w:pPr>
              <w:jc w:val="both"/>
            </w:pPr>
          </w:p>
          <w:p w:rsidR="00782FF7" w:rsidRDefault="00730677">
            <w:pPr>
              <w:jc w:val="both"/>
            </w:pPr>
            <w:r>
              <w:rPr>
                <w:noProof/>
              </w:rPr>
              <w:t>89195</w:t>
            </w:r>
            <w:r w:rsidR="00782FF7">
              <w:t xml:space="preserve"> </w:t>
            </w:r>
            <w:r>
              <w:rPr>
                <w:noProof/>
              </w:rPr>
              <w:t>Staig-Steinberg</w:t>
            </w:r>
          </w:p>
        </w:tc>
        <w:tc>
          <w:tcPr>
            <w:tcW w:w="4110" w:type="dxa"/>
          </w:tcPr>
          <w:p w:rsidR="00782FF7" w:rsidRDefault="00972AD6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2FF7">
              <w:t xml:space="preserve">Musterhausen, den </w:t>
            </w:r>
            <w:r w:rsidR="00730677">
              <w:rPr>
                <w:noProof/>
              </w:rPr>
              <w:t>30.06.2010</w:t>
            </w:r>
          </w:p>
          <w:p w:rsidR="00782FF7" w:rsidRDefault="00782FF7">
            <w:pPr>
              <w:tabs>
                <w:tab w:val="left" w:pos="780"/>
              </w:tabs>
              <w:jc w:val="both"/>
            </w:pPr>
          </w:p>
          <w:p w:rsidR="00782FF7" w:rsidRDefault="00730677">
            <w:pPr>
              <w:tabs>
                <w:tab w:val="left" w:pos="78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t>Manfred Makler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Telefon   </w:t>
            </w:r>
            <w:r w:rsidR="00730677">
              <w:rPr>
                <w:noProof/>
                <w:lang w:val="it-IT"/>
              </w:rPr>
              <w:t>01234/5678-30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Telefax   </w:t>
            </w:r>
          </w:p>
          <w:p w:rsidR="00782FF7" w:rsidRDefault="00730677">
            <w:pPr>
              <w:jc w:val="both"/>
            </w:pPr>
            <w:r>
              <w:rPr>
                <w:noProof/>
              </w:rPr>
              <w:t>manfred.makler@makler.de</w:t>
            </w:r>
          </w:p>
          <w:p w:rsidR="00782FF7" w:rsidRDefault="00782FF7">
            <w:pPr>
              <w:pStyle w:val="berschrift1"/>
            </w:pPr>
          </w:p>
        </w:tc>
      </w:tr>
    </w:tbl>
    <w:p w:rsidR="00782FF7" w:rsidRDefault="00782FF7">
      <w:pPr>
        <w:pStyle w:val="Betreff"/>
        <w:spacing w:before="1200"/>
        <w:jc w:val="both"/>
      </w:pPr>
    </w:p>
    <w:p w:rsidR="00782FF7" w:rsidRDefault="00730677">
      <w:pPr>
        <w:pStyle w:val="AnredeVN"/>
        <w:ind w:right="2551"/>
        <w:jc w:val="both"/>
        <w:rPr>
          <w:noProof/>
        </w:rPr>
      </w:pPr>
      <w:r>
        <w:rPr>
          <w:noProof/>
        </w:rPr>
        <w:t>Sehr geehrter Herr Melzer,</w:t>
      </w:r>
    </w:p>
    <w:p w:rsidR="00CD077D" w:rsidRPr="00CD077D" w:rsidRDefault="00CD077D" w:rsidP="00CD077D">
      <w:r>
        <w:t>…….</w:t>
      </w:r>
    </w:p>
    <w:p w:rsidR="00782FF7" w:rsidRDefault="00782FF7">
      <w:pPr>
        <w:ind w:right="2551"/>
        <w:jc w:val="both"/>
      </w:pPr>
    </w:p>
    <w:p w:rsidR="00782FF7" w:rsidRDefault="00782FF7">
      <w:pPr>
        <w:pStyle w:val="Gru"/>
        <w:ind w:right="2551"/>
        <w:jc w:val="both"/>
      </w:pPr>
      <w:r>
        <w:t>Mit freundlichen Grüßen</w:t>
      </w:r>
    </w:p>
    <w:p w:rsidR="00782FF7" w:rsidRDefault="00782FF7">
      <w:pPr>
        <w:pStyle w:val="Gru"/>
        <w:sectPr w:rsidR="00782FF7" w:rsidSect="00782FF7">
          <w:headerReference w:type="default" r:id="rId7"/>
          <w:pgSz w:w="11907" w:h="16840" w:code="9"/>
          <w:pgMar w:top="2948" w:right="1134" w:bottom="1701" w:left="1134" w:header="1134" w:footer="777" w:gutter="0"/>
          <w:paperSrc w:first="3" w:other="1"/>
          <w:pgNumType w:start="1"/>
          <w:cols w:space="720"/>
          <w:titlePg/>
        </w:sectPr>
      </w:pPr>
      <w:r>
        <w:t xml:space="preserve">i. A. </w:t>
      </w:r>
      <w:r w:rsidR="00730677">
        <w:rPr>
          <w:noProof/>
        </w:rPr>
        <w:t>Manfred Makler</w:t>
      </w:r>
    </w:p>
    <w:p w:rsidR="00782FF7" w:rsidRDefault="00782FF7">
      <w:pPr>
        <w:pStyle w:val="Gru"/>
      </w:pPr>
    </w:p>
    <w:sectPr w:rsidR="00782FF7" w:rsidSect="00782FF7">
      <w:headerReference w:type="default" r:id="rId8"/>
      <w:type w:val="continuous"/>
      <w:pgSz w:w="11907" w:h="16840" w:code="9"/>
      <w:pgMar w:top="2948" w:right="1134" w:bottom="1701" w:left="1134" w:header="1134" w:footer="777" w:gutter="0"/>
      <w:paperSrc w:first="3" w:other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A80" w:rsidRDefault="00D05A80">
      <w:r>
        <w:separator/>
      </w:r>
    </w:p>
  </w:endnote>
  <w:endnote w:type="continuationSeparator" w:id="1">
    <w:p w:rsidR="00D05A80" w:rsidRDefault="00D05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A80" w:rsidRDefault="00D05A80">
      <w:r>
        <w:separator/>
      </w:r>
    </w:p>
  </w:footnote>
  <w:footnote w:type="continuationSeparator" w:id="1">
    <w:p w:rsidR="00D05A80" w:rsidRDefault="00D05A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77" w:rsidRDefault="00730677">
    <w:pPr>
      <w:pStyle w:val="Kopfzeile"/>
      <w:rPr>
        <w:sz w:val="20"/>
      </w:rPr>
    </w:pPr>
  </w:p>
  <w:p w:rsidR="00730677" w:rsidRDefault="00730677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>
      <w:rPr>
        <w:rStyle w:val="Seitenzahl"/>
        <w:sz w:val="20"/>
      </w:rPr>
      <w:fldChar w:fldCharType="end"/>
    </w:r>
  </w:p>
  <w:p w:rsidR="00730677" w:rsidRDefault="00730677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972AD6">
      <w:rPr>
        <w:rStyle w:val="Seitenzahl"/>
        <w:noProof/>
        <w:sz w:val="20"/>
      </w:rPr>
      <w:t>20.06.2013</w:t>
    </w:r>
    <w:r>
      <w:rPr>
        <w:rStyle w:val="Seitenzahl"/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77" w:rsidRDefault="00730677">
    <w:pPr>
      <w:pStyle w:val="Kopfzeile"/>
      <w:rPr>
        <w:sz w:val="20"/>
      </w:rPr>
    </w:pPr>
  </w:p>
  <w:p w:rsidR="00730677" w:rsidRDefault="00730677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3</w:t>
    </w:r>
    <w:r>
      <w:rPr>
        <w:rStyle w:val="Seitenzahl"/>
        <w:sz w:val="20"/>
      </w:rPr>
      <w:fldChar w:fldCharType="end"/>
    </w:r>
  </w:p>
  <w:p w:rsidR="00730677" w:rsidRDefault="00730677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972AD6">
      <w:rPr>
        <w:rStyle w:val="Seitenzahl"/>
        <w:noProof/>
        <w:sz w:val="20"/>
      </w:rPr>
      <w:t>20.06.2013</w:t>
    </w:r>
    <w:r>
      <w:rPr>
        <w:rStyle w:val="Seitenzahl"/>
        <w:sz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&lt;&lt;datapath&gt;&gt;" w:val="c:\RK2Word\"/>
  </w:docVars>
  <w:rsids>
    <w:rsidRoot w:val="00730677"/>
    <w:rsid w:val="000B07E3"/>
    <w:rsid w:val="00306DB5"/>
    <w:rsid w:val="00730677"/>
    <w:rsid w:val="00782FF7"/>
    <w:rsid w:val="00972AD6"/>
    <w:rsid w:val="00B233DB"/>
    <w:rsid w:val="00C30CB1"/>
    <w:rsid w:val="00C457A4"/>
    <w:rsid w:val="00CD077D"/>
    <w:rsid w:val="00D0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bCs/>
      <w:color w:val="00008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Funotentext">
    <w:name w:val="footnote text"/>
    <w:basedOn w:val="Standard"/>
    <w:semiHidden/>
    <w:rPr>
      <w:rFonts w:ascii="Century Gothic" w:hAnsi="Century Gothic"/>
      <w:sz w:val="20"/>
    </w:rPr>
  </w:style>
  <w:style w:type="paragraph" w:customStyle="1" w:styleId="Betreff">
    <w:name w:val="Betreff"/>
    <w:basedOn w:val="Standard"/>
    <w:next w:val="AnredeVN"/>
    <w:pPr>
      <w:spacing w:before="480" w:after="720"/>
    </w:pPr>
    <w:rPr>
      <w:b/>
    </w:rPr>
  </w:style>
  <w:style w:type="paragraph" w:customStyle="1" w:styleId="AnredeVN">
    <w:name w:val="AnredeVN"/>
    <w:basedOn w:val="Standard"/>
    <w:next w:val="Standard"/>
    <w:pPr>
      <w:spacing w:after="240"/>
    </w:pPr>
  </w:style>
  <w:style w:type="paragraph" w:customStyle="1" w:styleId="Gru">
    <w:name w:val="Gruß"/>
    <w:basedOn w:val="Standard"/>
    <w:pPr>
      <w:spacing w:before="480" w:after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DEMO_STICK\BIN\DOT\GB000207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GB000207.dot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Röbke &amp; Klocker Versicherungsmakler oHG - Postfach 1735 - 87687 Memmingen</vt:lpstr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Röbke &amp; Klocker Versicherungsmakler oHG - Postfach 1735 - 87687 Memmingen</dc:title>
  <dc:creator>Glogger</dc:creator>
  <cp:lastModifiedBy>admin</cp:lastModifiedBy>
  <cp:revision>2</cp:revision>
  <dcterms:created xsi:type="dcterms:W3CDTF">2013-06-20T14:01:00Z</dcterms:created>
  <dcterms:modified xsi:type="dcterms:W3CDTF">2013-06-20T14:01:00Z</dcterms:modified>
</cp:coreProperties>
</file>