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110"/>
      </w:tblGrid>
      <w:tr w:rsidR="00782FF7">
        <w:tc>
          <w:tcPr>
            <w:tcW w:w="5457" w:type="dxa"/>
          </w:tcPr>
          <w:p w:rsidR="00782FF7" w:rsidRDefault="00782FF7">
            <w:pPr>
              <w:jc w:val="both"/>
            </w:pPr>
            <w:bookmarkStart w:id="0" w:name="_GoBack"/>
            <w:bookmarkEnd w:id="0"/>
          </w:p>
          <w:p w:rsidR="00782FF7" w:rsidRDefault="003E4D3C">
            <w:pPr>
              <w:jc w:val="both"/>
            </w:pPr>
            <w:r>
              <w:rPr>
                <w:noProof/>
              </w:rPr>
              <w:t>Monika Berger</w:t>
            </w:r>
          </w:p>
          <w:p w:rsidR="00782FF7" w:rsidRDefault="00782FF7">
            <w:pPr>
              <w:jc w:val="both"/>
            </w:pPr>
          </w:p>
          <w:p w:rsidR="00782FF7" w:rsidRDefault="003E4D3C">
            <w:pPr>
              <w:jc w:val="both"/>
            </w:pPr>
            <w:r>
              <w:rPr>
                <w:noProof/>
              </w:rPr>
              <w:t>Bahnhofstr. 1</w:t>
            </w:r>
          </w:p>
          <w:p w:rsidR="00782FF7" w:rsidRDefault="00782FF7">
            <w:pPr>
              <w:jc w:val="both"/>
            </w:pPr>
          </w:p>
          <w:p w:rsidR="00782FF7" w:rsidRDefault="003E4D3C">
            <w:pPr>
              <w:jc w:val="both"/>
            </w:pPr>
            <w:r>
              <w:rPr>
                <w:noProof/>
              </w:rPr>
              <w:t>80013</w:t>
            </w:r>
            <w:r w:rsidR="00782FF7">
              <w:t xml:space="preserve"> </w:t>
            </w:r>
            <w:r>
              <w:rPr>
                <w:noProof/>
              </w:rPr>
              <w:t>München</w:t>
            </w:r>
          </w:p>
        </w:tc>
        <w:tc>
          <w:tcPr>
            <w:tcW w:w="4110" w:type="dxa"/>
          </w:tcPr>
          <w:p w:rsidR="00782FF7" w:rsidRDefault="00ED5D64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-1640840</wp:posOffset>
                  </wp:positionV>
                  <wp:extent cx="2247900" cy="1257300"/>
                  <wp:effectExtent l="19050" t="0" r="0" b="0"/>
                  <wp:wrapNone/>
                  <wp:docPr id="2" name="Bild 2" descr="__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__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2FF7">
              <w:t xml:space="preserve">Musterhausen, den </w:t>
            </w:r>
            <w:r w:rsidR="003E4D3C">
              <w:rPr>
                <w:noProof/>
              </w:rPr>
              <w:t>12.08.2013</w:t>
            </w:r>
          </w:p>
          <w:p w:rsidR="00782FF7" w:rsidRDefault="00782FF7">
            <w:pPr>
              <w:tabs>
                <w:tab w:val="left" w:pos="780"/>
              </w:tabs>
              <w:jc w:val="both"/>
            </w:pPr>
          </w:p>
          <w:p w:rsidR="00782FF7" w:rsidRDefault="003E4D3C">
            <w:pPr>
              <w:tabs>
                <w:tab w:val="left" w:pos="780"/>
              </w:tabs>
              <w:jc w:val="both"/>
              <w:rPr>
                <w:b/>
              </w:rPr>
            </w:pPr>
            <w:r>
              <w:rPr>
                <w:b/>
                <w:noProof/>
              </w:rPr>
              <w:t>Günther Glogger</w:t>
            </w:r>
          </w:p>
          <w:p w:rsidR="00782FF7" w:rsidRDefault="00782FF7">
            <w:pPr>
              <w:tabs>
                <w:tab w:val="left" w:pos="780"/>
              </w:tabs>
              <w:jc w:val="both"/>
              <w:rPr>
                <w:lang w:val="it-IT"/>
              </w:rPr>
            </w:pPr>
            <w:proofErr w:type="spellStart"/>
            <w:r>
              <w:rPr>
                <w:lang w:val="it-IT"/>
              </w:rPr>
              <w:t>Telefon</w:t>
            </w:r>
            <w:proofErr w:type="spellEnd"/>
            <w:r>
              <w:rPr>
                <w:lang w:val="it-IT"/>
              </w:rPr>
              <w:t xml:space="preserve">   </w:t>
            </w:r>
            <w:r w:rsidR="003E4D3C">
              <w:rPr>
                <w:noProof/>
                <w:lang w:val="it-IT"/>
              </w:rPr>
              <w:t>01234/5687/25</w:t>
            </w:r>
          </w:p>
          <w:p w:rsidR="00782FF7" w:rsidRDefault="00782FF7">
            <w:pPr>
              <w:tabs>
                <w:tab w:val="left" w:pos="780"/>
              </w:tabs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Telefax   </w:t>
            </w:r>
          </w:p>
          <w:p w:rsidR="00782FF7" w:rsidRDefault="003E4D3C">
            <w:pPr>
              <w:jc w:val="both"/>
            </w:pPr>
            <w:r>
              <w:rPr>
                <w:noProof/>
              </w:rPr>
              <w:t>guenther.glogger@makler.de</w:t>
            </w:r>
          </w:p>
          <w:p w:rsidR="00782FF7" w:rsidRDefault="00782FF7">
            <w:pPr>
              <w:pStyle w:val="berschrift1"/>
            </w:pPr>
          </w:p>
        </w:tc>
      </w:tr>
    </w:tbl>
    <w:p w:rsidR="00782FF7" w:rsidRDefault="00782FF7">
      <w:pPr>
        <w:pStyle w:val="Betreff"/>
        <w:spacing w:before="1200"/>
        <w:jc w:val="both"/>
      </w:pPr>
    </w:p>
    <w:p w:rsidR="00782FF7" w:rsidRDefault="003E4D3C">
      <w:pPr>
        <w:pStyle w:val="AnredeVN"/>
        <w:ind w:right="2551"/>
        <w:jc w:val="both"/>
      </w:pPr>
      <w:r>
        <w:rPr>
          <w:noProof/>
        </w:rPr>
        <w:t>Sehr geehrte Frau Braune,</w:t>
      </w:r>
    </w:p>
    <w:p w:rsidR="00782FF7" w:rsidRDefault="00782FF7">
      <w:pPr>
        <w:ind w:right="2551"/>
        <w:jc w:val="both"/>
      </w:pPr>
    </w:p>
    <w:p w:rsidR="00782FF7" w:rsidRDefault="00782FF7">
      <w:pPr>
        <w:pStyle w:val="Gru"/>
        <w:ind w:right="2551"/>
        <w:jc w:val="both"/>
      </w:pPr>
      <w:r>
        <w:t>Mit freundlichen Grüßen</w:t>
      </w:r>
    </w:p>
    <w:p w:rsidR="00782FF7" w:rsidRDefault="00782FF7">
      <w:pPr>
        <w:pStyle w:val="Gru"/>
        <w:sectPr w:rsidR="00782FF7" w:rsidSect="00782FF7">
          <w:headerReference w:type="default" r:id="rId8"/>
          <w:pgSz w:w="11907" w:h="16840" w:code="9"/>
          <w:pgMar w:top="2948" w:right="1134" w:bottom="1701" w:left="1134" w:header="1134" w:footer="777" w:gutter="0"/>
          <w:paperSrc w:first="3" w:other="1"/>
          <w:pgNumType w:start="1"/>
          <w:cols w:space="720"/>
          <w:titlePg/>
        </w:sectPr>
      </w:pPr>
      <w:r>
        <w:t xml:space="preserve">i. A. </w:t>
      </w:r>
      <w:r w:rsidR="003E4D3C">
        <w:rPr>
          <w:noProof/>
        </w:rPr>
        <w:t>Günther Glogger</w:t>
      </w:r>
    </w:p>
    <w:p w:rsidR="00782FF7" w:rsidRDefault="00782FF7">
      <w:pPr>
        <w:pStyle w:val="Gru"/>
      </w:pPr>
    </w:p>
    <w:sectPr w:rsidR="00782FF7" w:rsidSect="00782FF7">
      <w:headerReference w:type="default" r:id="rId9"/>
      <w:type w:val="continuous"/>
      <w:pgSz w:w="11907" w:h="16840" w:code="9"/>
      <w:pgMar w:top="2948" w:right="1134" w:bottom="1701" w:left="1134" w:header="1134" w:footer="777" w:gutter="0"/>
      <w:paperSrc w:first="3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C96" w:rsidRDefault="002C1C96">
      <w:r>
        <w:separator/>
      </w:r>
    </w:p>
  </w:endnote>
  <w:endnote w:type="continuationSeparator" w:id="0">
    <w:p w:rsidR="002C1C96" w:rsidRDefault="002C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C96" w:rsidRDefault="002C1C96">
      <w:r>
        <w:separator/>
      </w:r>
    </w:p>
  </w:footnote>
  <w:footnote w:type="continuationSeparator" w:id="0">
    <w:p w:rsidR="002C1C96" w:rsidRDefault="002C1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F7" w:rsidRDefault="00782FF7">
    <w:pPr>
      <w:pStyle w:val="Kopfzeile"/>
      <w:rPr>
        <w:sz w:val="20"/>
      </w:rPr>
    </w:pPr>
  </w:p>
  <w:p w:rsidR="00782FF7" w:rsidRDefault="00782FF7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1</w:t>
    </w:r>
    <w:r>
      <w:rPr>
        <w:rStyle w:val="Seitenzahl"/>
        <w:sz w:val="20"/>
      </w:rPr>
      <w:fldChar w:fldCharType="end"/>
    </w:r>
  </w:p>
  <w:p w:rsidR="00782FF7" w:rsidRDefault="00782FF7">
    <w:pPr>
      <w:pStyle w:val="Kopfzeile"/>
    </w:pPr>
    <w:r>
      <w:rPr>
        <w:rStyle w:val="Seitenzahl"/>
        <w:sz w:val="20"/>
      </w:rPr>
      <w:t xml:space="preserve">zum Schreiben vom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>
      <w:rPr>
        <w:rStyle w:val="Seitenzahl"/>
        <w:sz w:val="20"/>
      </w:rPr>
      <w:fldChar w:fldCharType="separate"/>
    </w:r>
    <w:r w:rsidR="002C1C96">
      <w:rPr>
        <w:rStyle w:val="Seitenzahl"/>
        <w:noProof/>
        <w:sz w:val="20"/>
      </w:rPr>
      <w:t>12.08.2013</w:t>
    </w:r>
    <w:r>
      <w:rPr>
        <w:rStyle w:val="Seitenzahl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CB1" w:rsidRDefault="00C30CB1">
    <w:pPr>
      <w:pStyle w:val="Kopfzeile"/>
      <w:rPr>
        <w:sz w:val="20"/>
      </w:rPr>
    </w:pPr>
  </w:p>
  <w:p w:rsidR="00C30CB1" w:rsidRDefault="00C30CB1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3</w:t>
    </w:r>
    <w:r>
      <w:rPr>
        <w:rStyle w:val="Seitenzahl"/>
        <w:sz w:val="20"/>
      </w:rPr>
      <w:fldChar w:fldCharType="end"/>
    </w:r>
  </w:p>
  <w:p w:rsidR="00C30CB1" w:rsidRDefault="00C30CB1">
    <w:pPr>
      <w:pStyle w:val="Kopfzeile"/>
    </w:pPr>
    <w:r>
      <w:rPr>
        <w:rStyle w:val="Seitenzahl"/>
        <w:sz w:val="20"/>
      </w:rPr>
      <w:t xml:space="preserve">zum Schreiben vom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>
      <w:rPr>
        <w:rStyle w:val="Seitenzahl"/>
        <w:sz w:val="20"/>
      </w:rPr>
      <w:fldChar w:fldCharType="separate"/>
    </w:r>
    <w:r w:rsidR="002C1C96">
      <w:rPr>
        <w:rStyle w:val="Seitenzahl"/>
        <w:noProof/>
        <w:sz w:val="20"/>
      </w:rPr>
      <w:t>12.08.2013</w:t>
    </w:r>
    <w:r>
      <w:rPr>
        <w:rStyle w:val="Seitenzahl"/>
        <w:sz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&lt;&lt;datapath&gt;&gt;" w:val="c:\RK2Word\"/>
  </w:docVars>
  <w:rsids>
    <w:rsidRoot w:val="002C1C96"/>
    <w:rsid w:val="0021755B"/>
    <w:rsid w:val="002C1C96"/>
    <w:rsid w:val="00306DB5"/>
    <w:rsid w:val="003E4D3C"/>
    <w:rsid w:val="00782FF7"/>
    <w:rsid w:val="00C30CB1"/>
    <w:rsid w:val="00C457A4"/>
    <w:rsid w:val="00ED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bCs/>
      <w:color w:val="0000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Funotentext">
    <w:name w:val="footnote text"/>
    <w:basedOn w:val="Standard"/>
    <w:semiHidden/>
    <w:rPr>
      <w:rFonts w:ascii="Century Gothic" w:hAnsi="Century Gothic"/>
      <w:sz w:val="20"/>
    </w:rPr>
  </w:style>
  <w:style w:type="paragraph" w:customStyle="1" w:styleId="Betreff">
    <w:name w:val="Betreff"/>
    <w:basedOn w:val="Standard"/>
    <w:next w:val="AnredeVN"/>
    <w:pPr>
      <w:spacing w:before="480" w:after="720"/>
    </w:pPr>
    <w:rPr>
      <w:b/>
    </w:rPr>
  </w:style>
  <w:style w:type="paragraph" w:customStyle="1" w:styleId="AnredeVN">
    <w:name w:val="AnredeVN"/>
    <w:basedOn w:val="Standard"/>
    <w:next w:val="Standard"/>
    <w:pPr>
      <w:spacing w:after="240"/>
    </w:pPr>
  </w:style>
  <w:style w:type="paragraph" w:customStyle="1" w:styleId="Gru">
    <w:name w:val="Gruß"/>
    <w:basedOn w:val="Standard"/>
    <w:pPr>
      <w:spacing w:before="480" w:after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VO27A\GOSYS_ULTIMATE_STICK\BIN\DOT\GB000207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GB000207.DOTX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Röbke &amp; Klocker Versicherungsmakler oHG - Postfach 1735 - 87687 Memmingen</vt:lpstr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Röbke &amp; Klocker Versicherungsmakler oHG - Postfach 1735 - 87687 Memmingen</dc:title>
  <dc:creator>Günther Glogger</dc:creator>
  <cp:lastModifiedBy>Günther Glogger</cp:lastModifiedBy>
  <cp:revision>2</cp:revision>
  <dcterms:created xsi:type="dcterms:W3CDTF">2013-08-12T13:56:00Z</dcterms:created>
  <dcterms:modified xsi:type="dcterms:W3CDTF">2013-08-12T13:56:00Z</dcterms:modified>
</cp:coreProperties>
</file>